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876"/>
        <w:gridCol w:w="4253"/>
        <w:gridCol w:w="1978"/>
      </w:tblGrid>
      <w:tr w:rsidR="000552D5" w:rsidTr="000552D5">
        <w:tc>
          <w:tcPr>
            <w:tcW w:w="3827" w:type="dxa"/>
            <w:vMerge w:val="restart"/>
          </w:tcPr>
          <w:p w:rsidR="00EC2CB7" w:rsidRDefault="00EC2CB7" w:rsidP="001B7D37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4DC1A331" wp14:editId="1CBF2117">
                  <wp:extent cx="2321194" cy="768350"/>
                  <wp:effectExtent l="0" t="0" r="317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632" cy="787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:rsidR="00EC2CB7" w:rsidRPr="000552D5" w:rsidRDefault="00EC2CB7" w:rsidP="001B7D37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i/>
                <w:sz w:val="24"/>
              </w:rPr>
            </w:pPr>
            <w:r w:rsidRPr="000552D5">
              <w:rPr>
                <w:rFonts w:asciiTheme="majorHAnsi" w:hAnsiTheme="majorHAnsi" w:cstheme="majorHAnsi"/>
                <w:i/>
                <w:sz w:val="24"/>
              </w:rPr>
              <w:t xml:space="preserve">Nom de l’action </w:t>
            </w:r>
          </w:p>
        </w:tc>
        <w:tc>
          <w:tcPr>
            <w:tcW w:w="1978" w:type="dxa"/>
          </w:tcPr>
          <w:p w:rsidR="00EC2CB7" w:rsidRPr="000552D5" w:rsidRDefault="00EC2CB7" w:rsidP="001B7D37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i/>
                <w:sz w:val="24"/>
              </w:rPr>
            </w:pPr>
            <w:r w:rsidRPr="000552D5">
              <w:rPr>
                <w:rFonts w:asciiTheme="majorHAnsi" w:hAnsiTheme="majorHAnsi" w:cstheme="majorHAnsi"/>
                <w:i/>
                <w:sz w:val="24"/>
              </w:rPr>
              <w:t xml:space="preserve">Niveau </w:t>
            </w:r>
          </w:p>
        </w:tc>
      </w:tr>
      <w:bookmarkEnd w:id="0"/>
      <w:tr w:rsidR="00EC2CB7" w:rsidTr="000552D5">
        <w:tc>
          <w:tcPr>
            <w:tcW w:w="3827" w:type="dxa"/>
            <w:vMerge/>
          </w:tcPr>
          <w:p w:rsidR="00EC2CB7" w:rsidRDefault="00EC2CB7" w:rsidP="001B7D37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4253" w:type="dxa"/>
          </w:tcPr>
          <w:p w:rsidR="00EC2CB7" w:rsidRPr="00EC2CB7" w:rsidRDefault="00EC2CB7" w:rsidP="000552D5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EC2CB7">
              <w:rPr>
                <w:rFonts w:asciiTheme="majorHAnsi" w:hAnsiTheme="majorHAnsi" w:cstheme="majorHAnsi"/>
                <w:b/>
                <w:sz w:val="32"/>
              </w:rPr>
              <w:t>Rencontre les aînés de ton village</w:t>
            </w:r>
          </w:p>
        </w:tc>
        <w:tc>
          <w:tcPr>
            <w:tcW w:w="1978" w:type="dxa"/>
            <w:shd w:val="clear" w:color="auto" w:fill="15A69D"/>
          </w:tcPr>
          <w:p w:rsidR="00EC2CB7" w:rsidRPr="00EC2CB7" w:rsidRDefault="00EC2CB7" w:rsidP="00EC2CB7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EC2CB7">
              <w:rPr>
                <w:rFonts w:asciiTheme="majorHAnsi" w:hAnsiTheme="majorHAnsi" w:cstheme="majorHAnsi"/>
                <w:b/>
                <w:color w:val="FFFFFF" w:themeColor="background1"/>
                <w:sz w:val="36"/>
              </w:rPr>
              <w:t>CM1</w:t>
            </w:r>
          </w:p>
        </w:tc>
      </w:tr>
    </w:tbl>
    <w:p w:rsidR="008F74ED" w:rsidRDefault="008F74ED" w:rsidP="001B7D3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4"/>
        </w:rPr>
      </w:pPr>
    </w:p>
    <w:p w:rsidR="008F74ED" w:rsidRPr="00702AC7" w:rsidRDefault="000552D5" w:rsidP="001B7D3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2"/>
        </w:rPr>
      </w:pPr>
      <w:r w:rsidRPr="00702AC7">
        <w:rPr>
          <w:rFonts w:asciiTheme="majorHAnsi" w:hAnsiTheme="majorHAnsi" w:cstheme="majorHAnsi"/>
          <w:sz w:val="22"/>
        </w:rPr>
        <w:t>Chaque commune célèbre, sous une forme ou une autre, les fêtes de fin d’années avec les personnes âgées du village (repas, visite, cadeaux, etc.).</w:t>
      </w:r>
    </w:p>
    <w:p w:rsidR="000552D5" w:rsidRPr="00702AC7" w:rsidRDefault="000552D5" w:rsidP="001B7D3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2"/>
        </w:rPr>
      </w:pPr>
      <w:r w:rsidRPr="00702AC7">
        <w:rPr>
          <w:rFonts w:asciiTheme="majorHAnsi" w:hAnsiTheme="majorHAnsi" w:cstheme="majorHAnsi"/>
          <w:sz w:val="22"/>
        </w:rPr>
        <w:t>Dans le cadre du Passeport du jeune citoyen, nous te proposons de donner un peu de ton temps en aidant les élus municipaux à organiser ces festivités. Tu pourras ainsi te rendre compte par toi-même des actions menées par ta commune en faveur des personnes âgées et tu pourras rendre service en donnant un petit coup de main bénévole.</w:t>
      </w:r>
    </w:p>
    <w:p w:rsidR="008F74ED" w:rsidRPr="00702AC7" w:rsidRDefault="00166594" w:rsidP="00702AC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2"/>
        </w:rPr>
      </w:pPr>
      <w:r w:rsidRPr="00702AC7">
        <w:rPr>
          <w:rFonts w:asciiTheme="majorHAnsi" w:hAnsiTheme="majorHAnsi" w:cstheme="majorHAnsi"/>
          <w:sz w:val="22"/>
        </w:rPr>
        <w:t xml:space="preserve">Toutes les communes du RPI proposent une activité, qui peut être différente d’un village à un autre. Regarde bien ce que tes élus municipaux te proposent puis </w:t>
      </w:r>
      <w:r w:rsidR="009A5B71" w:rsidRPr="00702AC7">
        <w:rPr>
          <w:rFonts w:asciiTheme="majorHAnsi" w:hAnsiTheme="majorHAnsi" w:cstheme="majorHAnsi"/>
          <w:sz w:val="22"/>
        </w:rPr>
        <w:t>inscris-toi</w:t>
      </w:r>
      <w:r w:rsidRPr="00702AC7">
        <w:rPr>
          <w:rFonts w:asciiTheme="majorHAnsi" w:hAnsiTheme="majorHAnsi" w:cstheme="majorHAnsi"/>
          <w:sz w:val="22"/>
        </w:rPr>
        <w:t xml:space="preserve"> via le formulaire ci-dessous.</w:t>
      </w:r>
    </w:p>
    <w:tbl>
      <w:tblPr>
        <w:tblStyle w:val="Grilledutableau"/>
        <w:tblpPr w:leftFromText="141" w:rightFromText="141" w:vertAnchor="text" w:horzAnchor="margin" w:tblpY="169"/>
        <w:tblW w:w="0" w:type="auto"/>
        <w:tblLook w:val="04A0" w:firstRow="1" w:lastRow="0" w:firstColumn="1" w:lastColumn="0" w:noHBand="0" w:noVBand="1"/>
      </w:tblPr>
      <w:tblGrid>
        <w:gridCol w:w="1709"/>
        <w:gridCol w:w="3673"/>
        <w:gridCol w:w="2835"/>
        <w:gridCol w:w="1977"/>
      </w:tblGrid>
      <w:tr w:rsidR="00702AC7" w:rsidTr="00702AC7">
        <w:tc>
          <w:tcPr>
            <w:tcW w:w="1709" w:type="dxa"/>
          </w:tcPr>
          <w:p w:rsidR="00702AC7" w:rsidRPr="000A2F1D" w:rsidRDefault="00702AC7" w:rsidP="00166594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b/>
                <w:sz w:val="24"/>
              </w:rPr>
            </w:pPr>
            <w:r w:rsidRPr="000A2F1D">
              <w:rPr>
                <w:rFonts w:asciiTheme="majorHAnsi" w:hAnsiTheme="majorHAnsi" w:cstheme="majorHAnsi"/>
                <w:b/>
                <w:sz w:val="24"/>
              </w:rPr>
              <w:t>Exemples d’actions</w:t>
            </w:r>
          </w:p>
        </w:tc>
        <w:tc>
          <w:tcPr>
            <w:tcW w:w="3673" w:type="dxa"/>
            <w:shd w:val="clear" w:color="auto" w:fill="15A69D"/>
          </w:tcPr>
          <w:p w:rsidR="00702AC7" w:rsidRPr="00166594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</w:pPr>
            <w:r w:rsidRPr="00166594"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  <w:t>Action</w:t>
            </w: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  <w:t xml:space="preserve"> </w:t>
            </w:r>
          </w:p>
        </w:tc>
        <w:tc>
          <w:tcPr>
            <w:tcW w:w="2835" w:type="dxa"/>
            <w:shd w:val="clear" w:color="auto" w:fill="15A69D"/>
          </w:tcPr>
          <w:p w:rsidR="00702AC7" w:rsidRPr="00166594" w:rsidRDefault="00702AC7" w:rsidP="00166594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</w:pPr>
            <w:r w:rsidRPr="00166594"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  <w:t>Date</w:t>
            </w:r>
          </w:p>
        </w:tc>
        <w:tc>
          <w:tcPr>
            <w:tcW w:w="1977" w:type="dxa"/>
            <w:shd w:val="clear" w:color="auto" w:fill="15A69D"/>
          </w:tcPr>
          <w:p w:rsidR="00702AC7" w:rsidRPr="00166594" w:rsidRDefault="00702AC7" w:rsidP="00166594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</w:rPr>
              <w:t>Renseignements</w:t>
            </w:r>
          </w:p>
        </w:tc>
      </w:tr>
      <w:tr w:rsidR="00702AC7" w:rsidTr="00702AC7">
        <w:trPr>
          <w:trHeight w:val="698"/>
        </w:trPr>
        <w:tc>
          <w:tcPr>
            <w:tcW w:w="1709" w:type="dxa"/>
          </w:tcPr>
          <w:p w:rsidR="00702AC7" w:rsidRPr="000A2F1D" w:rsidRDefault="00702AC7" w:rsidP="00166594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b/>
                <w:color w:val="0070C0"/>
                <w:sz w:val="24"/>
              </w:rPr>
            </w:pPr>
            <w:proofErr w:type="spellStart"/>
            <w:r w:rsidRPr="007E423E">
              <w:rPr>
                <w:rFonts w:asciiTheme="majorHAnsi" w:hAnsiTheme="majorHAnsi" w:cstheme="majorHAnsi"/>
                <w:b/>
                <w:i/>
                <w:color w:val="0070C0"/>
                <w:sz w:val="24"/>
              </w:rPr>
              <w:t>XXX</w:t>
            </w:r>
            <w:r w:rsidRPr="000A2F1D">
              <w:rPr>
                <w:rFonts w:asciiTheme="majorHAnsi" w:hAnsiTheme="majorHAnsi" w:cstheme="majorHAnsi"/>
                <w:b/>
                <w:color w:val="0070C0"/>
                <w:sz w:val="24"/>
              </w:rPr>
              <w:t>heim</w:t>
            </w:r>
            <w:proofErr w:type="spellEnd"/>
          </w:p>
        </w:tc>
        <w:tc>
          <w:tcPr>
            <w:tcW w:w="3673" w:type="dxa"/>
          </w:tcPr>
          <w:p w:rsidR="00702AC7" w:rsidRPr="000A2F1D" w:rsidRDefault="00702AC7" w:rsidP="00166594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Confection de colis de Noël pour les personnes âgées ayant plus de 80 ans</w:t>
            </w:r>
          </w:p>
        </w:tc>
        <w:tc>
          <w:tcPr>
            <w:tcW w:w="2835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b/>
                <w:color w:val="0070C0"/>
                <w:sz w:val="22"/>
              </w:rPr>
              <w:t>Mercredi 18 décembre</w:t>
            </w:r>
          </w:p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17h30 – 19h  à la mairie</w:t>
            </w:r>
          </w:p>
        </w:tc>
        <w:tc>
          <w:tcPr>
            <w:tcW w:w="1977" w:type="dxa"/>
          </w:tcPr>
          <w:p w:rsid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>
              <w:rPr>
                <w:rFonts w:asciiTheme="majorHAnsi" w:hAnsiTheme="majorHAnsi" w:cstheme="majorHAnsi"/>
                <w:b/>
                <w:color w:val="0070C0"/>
                <w:sz w:val="22"/>
              </w:rPr>
              <w:t>Mairie</w:t>
            </w:r>
          </w:p>
          <w:p w:rsidR="00702AC7" w:rsidRP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702AC7">
              <w:rPr>
                <w:rFonts w:asciiTheme="majorHAnsi" w:hAnsiTheme="majorHAnsi" w:cstheme="majorHAnsi"/>
                <w:color w:val="0070C0"/>
                <w:sz w:val="22"/>
              </w:rPr>
              <w:t>03 88 12 34 56</w:t>
            </w:r>
          </w:p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 w:rsidRPr="00702AC7">
              <w:rPr>
                <w:rFonts w:asciiTheme="majorHAnsi" w:hAnsiTheme="majorHAnsi" w:cstheme="majorHAnsi"/>
                <w:color w:val="0070C0"/>
                <w:sz w:val="22"/>
              </w:rPr>
              <w:t>mairie@XXXheim.fr</w:t>
            </w:r>
          </w:p>
        </w:tc>
      </w:tr>
      <w:tr w:rsidR="00702AC7" w:rsidTr="00702AC7">
        <w:tc>
          <w:tcPr>
            <w:tcW w:w="1709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b/>
                <w:color w:val="0070C0"/>
                <w:sz w:val="24"/>
              </w:rPr>
            </w:pPr>
            <w:proofErr w:type="spellStart"/>
            <w:r w:rsidRPr="007E423E">
              <w:rPr>
                <w:rFonts w:asciiTheme="majorHAnsi" w:hAnsiTheme="majorHAnsi" w:cstheme="majorHAnsi"/>
                <w:b/>
                <w:i/>
                <w:color w:val="0070C0"/>
                <w:sz w:val="24"/>
              </w:rPr>
              <w:t>YYY</w:t>
            </w:r>
            <w:r w:rsidRPr="000A2F1D">
              <w:rPr>
                <w:rFonts w:asciiTheme="majorHAnsi" w:hAnsiTheme="majorHAnsi" w:cstheme="majorHAnsi"/>
                <w:b/>
                <w:color w:val="0070C0"/>
                <w:sz w:val="24"/>
              </w:rPr>
              <w:t>heim</w:t>
            </w:r>
            <w:proofErr w:type="spellEnd"/>
          </w:p>
        </w:tc>
        <w:tc>
          <w:tcPr>
            <w:tcW w:w="3673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Distribution des colis aux domiciles des personnes âgées</w:t>
            </w:r>
          </w:p>
        </w:tc>
        <w:tc>
          <w:tcPr>
            <w:tcW w:w="2835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b/>
                <w:color w:val="0070C0"/>
                <w:sz w:val="22"/>
              </w:rPr>
              <w:t>Samedi 21 décembre</w:t>
            </w:r>
          </w:p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14h – 17h à domicile (rdv 13h50 à la mairie)</w:t>
            </w:r>
          </w:p>
        </w:tc>
        <w:tc>
          <w:tcPr>
            <w:tcW w:w="1977" w:type="dxa"/>
          </w:tcPr>
          <w:p w:rsid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>
              <w:rPr>
                <w:rFonts w:asciiTheme="majorHAnsi" w:hAnsiTheme="majorHAnsi" w:cstheme="majorHAnsi"/>
                <w:b/>
                <w:color w:val="0070C0"/>
                <w:sz w:val="22"/>
              </w:rPr>
              <w:t xml:space="preserve">Jean-Marie </w:t>
            </w:r>
            <w:r w:rsidRPr="00702AC7">
              <w:rPr>
                <w:rFonts w:asciiTheme="majorHAnsi" w:hAnsiTheme="majorHAnsi" w:cstheme="majorHAnsi"/>
                <w:color w:val="0070C0"/>
              </w:rPr>
              <w:t>(adjoint)</w:t>
            </w:r>
          </w:p>
          <w:p w:rsidR="00702AC7" w:rsidRP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702AC7">
              <w:rPr>
                <w:rFonts w:asciiTheme="majorHAnsi" w:hAnsiTheme="majorHAnsi" w:cstheme="majorHAnsi"/>
                <w:color w:val="0070C0"/>
                <w:sz w:val="22"/>
              </w:rPr>
              <w:t>06 11 11 11 11</w:t>
            </w:r>
          </w:p>
        </w:tc>
      </w:tr>
      <w:tr w:rsidR="00702AC7" w:rsidTr="00702AC7">
        <w:tc>
          <w:tcPr>
            <w:tcW w:w="1709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b/>
                <w:color w:val="0070C0"/>
                <w:sz w:val="24"/>
              </w:rPr>
            </w:pPr>
            <w:proofErr w:type="spellStart"/>
            <w:r w:rsidRPr="007E423E">
              <w:rPr>
                <w:rFonts w:asciiTheme="majorHAnsi" w:hAnsiTheme="majorHAnsi" w:cstheme="majorHAnsi"/>
                <w:b/>
                <w:i/>
                <w:color w:val="0070C0"/>
                <w:sz w:val="24"/>
              </w:rPr>
              <w:t>ZZZ</w:t>
            </w:r>
            <w:r w:rsidRPr="000A2F1D">
              <w:rPr>
                <w:rFonts w:asciiTheme="majorHAnsi" w:hAnsiTheme="majorHAnsi" w:cstheme="majorHAnsi"/>
                <w:b/>
                <w:color w:val="0070C0"/>
                <w:sz w:val="24"/>
              </w:rPr>
              <w:t>willer</w:t>
            </w:r>
            <w:proofErr w:type="spellEnd"/>
          </w:p>
        </w:tc>
        <w:tc>
          <w:tcPr>
            <w:tcW w:w="3673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color w:val="0070C0"/>
                <w:sz w:val="24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Préparation de la salle pour le repas</w:t>
            </w:r>
            <w:r w:rsidRPr="000A2F1D">
              <w:rPr>
                <w:rFonts w:asciiTheme="majorHAnsi" w:hAnsiTheme="majorHAnsi" w:cstheme="majorHAnsi"/>
                <w:color w:val="0070C0"/>
                <w:sz w:val="24"/>
              </w:rPr>
              <w:t xml:space="preserve"> des aînés</w:t>
            </w:r>
          </w:p>
        </w:tc>
        <w:tc>
          <w:tcPr>
            <w:tcW w:w="2835" w:type="dxa"/>
          </w:tcPr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 w:rsidRPr="000A2F1D">
              <w:rPr>
                <w:rFonts w:asciiTheme="majorHAnsi" w:hAnsiTheme="majorHAnsi" w:cstheme="majorHAnsi"/>
                <w:b/>
                <w:color w:val="0070C0"/>
                <w:sz w:val="22"/>
              </w:rPr>
              <w:t>Vendredi 8 décembre</w:t>
            </w:r>
          </w:p>
          <w:p w:rsidR="00702AC7" w:rsidRPr="000A2F1D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4"/>
              </w:rPr>
            </w:pPr>
            <w:r w:rsidRPr="000A2F1D">
              <w:rPr>
                <w:rFonts w:asciiTheme="majorHAnsi" w:hAnsiTheme="majorHAnsi" w:cstheme="majorHAnsi"/>
                <w:color w:val="0070C0"/>
                <w:sz w:val="22"/>
              </w:rPr>
              <w:t>Salle polyvalente 17h30</w:t>
            </w:r>
          </w:p>
        </w:tc>
        <w:tc>
          <w:tcPr>
            <w:tcW w:w="1977" w:type="dxa"/>
          </w:tcPr>
          <w:p w:rsid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b/>
                <w:color w:val="0070C0"/>
                <w:sz w:val="22"/>
              </w:rPr>
            </w:pPr>
            <w:r>
              <w:rPr>
                <w:rFonts w:asciiTheme="majorHAnsi" w:hAnsiTheme="majorHAnsi" w:cstheme="majorHAnsi"/>
                <w:b/>
                <w:color w:val="0070C0"/>
                <w:sz w:val="22"/>
              </w:rPr>
              <w:t xml:space="preserve">Jeanne </w:t>
            </w:r>
            <w:r w:rsidRPr="00702AC7">
              <w:rPr>
                <w:rFonts w:asciiTheme="majorHAnsi" w:hAnsiTheme="majorHAnsi" w:cstheme="majorHAnsi"/>
                <w:color w:val="0070C0"/>
                <w:sz w:val="22"/>
              </w:rPr>
              <w:t>(maire</w:t>
            </w:r>
            <w:r>
              <w:rPr>
                <w:rFonts w:asciiTheme="majorHAnsi" w:hAnsiTheme="majorHAnsi" w:cstheme="majorHAnsi"/>
                <w:b/>
                <w:color w:val="0070C0"/>
                <w:sz w:val="22"/>
              </w:rPr>
              <w:t>)</w:t>
            </w:r>
          </w:p>
          <w:p w:rsidR="00702AC7" w:rsidRPr="00702AC7" w:rsidRDefault="00702AC7" w:rsidP="000A2F1D">
            <w:pPr>
              <w:tabs>
                <w:tab w:val="left" w:pos="7938"/>
              </w:tabs>
              <w:spacing w:before="60" w:after="60"/>
              <w:jc w:val="center"/>
              <w:rPr>
                <w:rFonts w:asciiTheme="majorHAnsi" w:hAnsiTheme="majorHAnsi" w:cstheme="majorHAnsi"/>
                <w:color w:val="0070C0"/>
                <w:sz w:val="22"/>
              </w:rPr>
            </w:pPr>
            <w:r w:rsidRPr="00702AC7">
              <w:rPr>
                <w:rFonts w:asciiTheme="majorHAnsi" w:hAnsiTheme="majorHAnsi" w:cstheme="majorHAnsi"/>
                <w:color w:val="0070C0"/>
                <w:sz w:val="22"/>
              </w:rPr>
              <w:t>06 22 22 22 22</w:t>
            </w:r>
          </w:p>
        </w:tc>
      </w:tr>
    </w:tbl>
    <w:p w:rsidR="008F74ED" w:rsidRDefault="008F74ED" w:rsidP="001B7D3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4"/>
        </w:rPr>
      </w:pPr>
    </w:p>
    <w:p w:rsidR="00AC588C" w:rsidRDefault="005F5D2E" w:rsidP="001B7D37">
      <w:pPr>
        <w:tabs>
          <w:tab w:val="left" w:pos="7938"/>
        </w:tabs>
        <w:spacing w:before="60" w:after="60"/>
        <w:ind w:left="284" w:firstLine="567"/>
        <w:jc w:val="both"/>
        <w:rPr>
          <w:rFonts w:asciiTheme="majorHAnsi" w:hAnsiTheme="majorHAnsi" w:cstheme="majorHAnsi"/>
          <w:sz w:val="24"/>
        </w:rPr>
      </w:pPr>
      <w:r>
        <w:rPr>
          <w:rFonts w:asciiTheme="majorHAnsi" w:hAnsiTheme="majorHAnsi" w:cstheme="majorHAnsi"/>
          <w:noProof/>
          <w:sz w:val="24"/>
        </w:rPr>
        <w:drawing>
          <wp:anchor distT="0" distB="0" distL="114300" distR="114300" simplePos="0" relativeHeight="251659264" behindDoc="0" locked="0" layoutInCell="1" allowOverlap="1" wp14:anchorId="29D34C5F" wp14:editId="2A259F8C">
            <wp:simplePos x="0" y="0"/>
            <wp:positionH relativeFrom="margin">
              <wp:posOffset>4716780</wp:posOffset>
            </wp:positionH>
            <wp:positionV relativeFrom="paragraph">
              <wp:posOffset>1527175</wp:posOffset>
            </wp:positionV>
            <wp:extent cx="1987624" cy="1625600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oel ain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624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88C">
        <w:rPr>
          <w:rFonts w:asciiTheme="majorHAnsi" w:hAnsiTheme="majorHAnsi" w:cstheme="majorHAnsi"/>
          <w:sz w:val="24"/>
        </w:rPr>
        <w:t>Talon à</w:t>
      </w:r>
      <w:r w:rsidR="009A5B71" w:rsidRPr="009A5B71">
        <w:rPr>
          <w:rFonts w:asciiTheme="majorHAnsi" w:hAnsiTheme="majorHAnsi" w:cstheme="majorHAnsi"/>
          <w:noProof/>
          <w:sz w:val="24"/>
        </w:rPr>
        <w:t xml:space="preserve"> </w:t>
      </w:r>
      <w:r w:rsidR="00AC588C">
        <w:rPr>
          <w:rFonts w:asciiTheme="majorHAnsi" w:hAnsiTheme="majorHAnsi" w:cstheme="majorHAnsi"/>
          <w:sz w:val="24"/>
        </w:rPr>
        <w:t>remettre à l’enseignant avant le vendredi 13 décembre</w:t>
      </w:r>
    </w:p>
    <w:tbl>
      <w:tblPr>
        <w:tblStyle w:val="Grilledutableau"/>
        <w:tblW w:w="9634" w:type="dxa"/>
        <w:tblInd w:w="284" w:type="dxa"/>
        <w:tblCellMar>
          <w:top w:w="113" w:type="dxa"/>
        </w:tblCellMar>
        <w:tblLook w:val="04A0" w:firstRow="1" w:lastRow="0" w:firstColumn="1" w:lastColumn="0" w:noHBand="0" w:noVBand="1"/>
      </w:tblPr>
      <w:tblGrid>
        <w:gridCol w:w="4536"/>
        <w:gridCol w:w="5098"/>
      </w:tblGrid>
      <w:tr w:rsidR="00AC588C" w:rsidTr="000A2F1D">
        <w:tc>
          <w:tcPr>
            <w:tcW w:w="9634" w:type="dxa"/>
            <w:gridSpan w:val="2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C588C" w:rsidRDefault="009A5B71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Je suis élève en CM1, j</w:t>
            </w:r>
            <w:r w:rsidR="00AC588C">
              <w:rPr>
                <w:rFonts w:asciiTheme="majorHAnsi" w:hAnsiTheme="majorHAnsi" w:cstheme="majorHAnsi"/>
                <w:sz w:val="24"/>
              </w:rPr>
              <w:t xml:space="preserve">e m’appelle </w:t>
            </w:r>
            <w:r w:rsidR="00AC588C" w:rsidRPr="00AC588C">
              <w:rPr>
                <w:rFonts w:asciiTheme="majorHAnsi" w:hAnsiTheme="majorHAnsi" w:cstheme="majorHAnsi"/>
                <w:i/>
              </w:rPr>
              <w:t>(prénom &amp; nom)</w:t>
            </w:r>
            <w:r w:rsidR="00AC588C">
              <w:rPr>
                <w:rFonts w:asciiTheme="majorHAnsi" w:hAnsiTheme="majorHAnsi" w:cstheme="majorHAnsi"/>
                <w:sz w:val="24"/>
              </w:rPr>
              <w:t xml:space="preserve"> ……………….……………</w:t>
            </w:r>
            <w:r>
              <w:rPr>
                <w:rFonts w:asciiTheme="majorHAnsi" w:hAnsiTheme="majorHAnsi" w:cstheme="majorHAnsi"/>
                <w:sz w:val="24"/>
              </w:rPr>
              <w:t>………..</w:t>
            </w:r>
            <w:r w:rsidR="00AC588C">
              <w:rPr>
                <w:rFonts w:asciiTheme="majorHAnsi" w:hAnsiTheme="majorHAnsi" w:cstheme="majorHAnsi"/>
                <w:sz w:val="24"/>
              </w:rPr>
              <w:t>..</w:t>
            </w:r>
          </w:p>
        </w:tc>
      </w:tr>
      <w:tr w:rsidR="00AC588C" w:rsidTr="000A2F1D">
        <w:tc>
          <w:tcPr>
            <w:tcW w:w="96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588C" w:rsidRDefault="00AC588C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Je suis volon</w:t>
            </w:r>
            <w:r w:rsidR="000A2F1D">
              <w:rPr>
                <w:rFonts w:asciiTheme="majorHAnsi" w:hAnsiTheme="majorHAnsi" w:cstheme="majorHAnsi"/>
                <w:sz w:val="24"/>
              </w:rPr>
              <w:t>taire pour participer à l’action proposée</w:t>
            </w:r>
            <w:r>
              <w:rPr>
                <w:rFonts w:asciiTheme="majorHAnsi" w:hAnsiTheme="majorHAnsi" w:cstheme="majorHAnsi"/>
                <w:sz w:val="24"/>
              </w:rPr>
              <w:t xml:space="preserve"> dans mon village : </w:t>
            </w:r>
          </w:p>
        </w:tc>
      </w:tr>
      <w:tr w:rsidR="00AC588C" w:rsidTr="000A2F1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588C" w:rsidRDefault="00AC588C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sym w:font="Wingdings" w:char="F06F"/>
            </w:r>
            <w:r>
              <w:rPr>
                <w:rFonts w:asciiTheme="majorHAnsi" w:hAnsiTheme="majorHAnsi" w:cstheme="majorHAnsi"/>
                <w:sz w:val="24"/>
              </w:rPr>
              <w:t xml:space="preserve">  </w:t>
            </w:r>
            <w:proofErr w:type="spellStart"/>
            <w:r w:rsidR="000A2F1D" w:rsidRPr="007E423E">
              <w:rPr>
                <w:rFonts w:asciiTheme="majorHAnsi" w:hAnsiTheme="majorHAnsi" w:cstheme="majorHAnsi"/>
                <w:b/>
                <w:i/>
                <w:sz w:val="24"/>
              </w:rPr>
              <w:t>XXX</w:t>
            </w:r>
            <w:r w:rsidRPr="00AC588C">
              <w:rPr>
                <w:rFonts w:asciiTheme="majorHAnsi" w:hAnsiTheme="majorHAnsi" w:cstheme="majorHAnsi"/>
                <w:b/>
                <w:sz w:val="24"/>
              </w:rPr>
              <w:t>heim</w:t>
            </w:r>
            <w:proofErr w:type="spellEnd"/>
            <w:r>
              <w:rPr>
                <w:rFonts w:asciiTheme="majorHAnsi" w:hAnsiTheme="majorHAnsi" w:cstheme="majorHAnsi"/>
                <w:sz w:val="24"/>
              </w:rPr>
              <w:t xml:space="preserve"> Mercredi 18 décembre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AC588C" w:rsidRDefault="009A5B71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sym w:font="Wingdings" w:char="F06F"/>
            </w:r>
            <w:r>
              <w:rPr>
                <w:rFonts w:asciiTheme="majorHAnsi" w:hAnsiTheme="majorHAnsi" w:cstheme="majorHAnsi"/>
                <w:sz w:val="24"/>
              </w:rPr>
              <w:t xml:space="preserve">  </w:t>
            </w:r>
            <w:proofErr w:type="spellStart"/>
            <w:r w:rsidR="000A2F1D" w:rsidRPr="007E423E">
              <w:rPr>
                <w:rFonts w:asciiTheme="majorHAnsi" w:hAnsiTheme="majorHAnsi" w:cstheme="majorHAnsi"/>
                <w:b/>
                <w:i/>
                <w:sz w:val="24"/>
              </w:rPr>
              <w:t>ZZZ</w:t>
            </w:r>
            <w:r w:rsidR="000A2F1D">
              <w:rPr>
                <w:rFonts w:asciiTheme="majorHAnsi" w:hAnsiTheme="majorHAnsi" w:cstheme="majorHAnsi"/>
                <w:b/>
                <w:sz w:val="24"/>
              </w:rPr>
              <w:t>willer</w:t>
            </w:r>
            <w:proofErr w:type="spellEnd"/>
            <w:r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0A2F1D">
              <w:rPr>
                <w:rFonts w:asciiTheme="majorHAnsi" w:hAnsiTheme="majorHAnsi" w:cstheme="majorHAnsi"/>
                <w:sz w:val="24"/>
              </w:rPr>
              <w:t>Vendredi 8 décembre</w:t>
            </w:r>
          </w:p>
        </w:tc>
      </w:tr>
      <w:tr w:rsidR="00AC588C" w:rsidTr="000A2F1D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C588C" w:rsidRDefault="009A5B71" w:rsidP="000A2F1D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sym w:font="Wingdings" w:char="F06F"/>
            </w:r>
            <w:r>
              <w:rPr>
                <w:rFonts w:asciiTheme="majorHAnsi" w:hAnsiTheme="majorHAnsi" w:cstheme="majorHAnsi"/>
                <w:sz w:val="24"/>
              </w:rPr>
              <w:t xml:space="preserve">  </w:t>
            </w:r>
            <w:proofErr w:type="spellStart"/>
            <w:r w:rsidR="000A2F1D" w:rsidRPr="007E423E">
              <w:rPr>
                <w:rFonts w:asciiTheme="majorHAnsi" w:hAnsiTheme="majorHAnsi" w:cstheme="majorHAnsi"/>
                <w:b/>
                <w:i/>
                <w:sz w:val="24"/>
              </w:rPr>
              <w:t>YYY</w:t>
            </w:r>
            <w:r>
              <w:rPr>
                <w:rFonts w:asciiTheme="majorHAnsi" w:hAnsiTheme="majorHAnsi" w:cstheme="majorHAnsi"/>
                <w:b/>
                <w:sz w:val="24"/>
              </w:rPr>
              <w:t>heim</w:t>
            </w:r>
            <w:proofErr w:type="spellEnd"/>
            <w:r>
              <w:rPr>
                <w:rFonts w:asciiTheme="majorHAnsi" w:hAnsiTheme="majorHAnsi" w:cstheme="majorHAnsi"/>
                <w:b/>
                <w:sz w:val="24"/>
              </w:rPr>
              <w:t xml:space="preserve"> </w:t>
            </w:r>
            <w:r w:rsidR="000A2F1D">
              <w:rPr>
                <w:rFonts w:asciiTheme="majorHAnsi" w:hAnsiTheme="majorHAnsi" w:cstheme="majorHAnsi"/>
                <w:sz w:val="24"/>
              </w:rPr>
              <w:t>Samedi 21 décembre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AC588C" w:rsidRDefault="00AC588C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</w:tr>
      <w:tr w:rsidR="000A2F1D" w:rsidTr="000A2F1D">
        <w:tc>
          <w:tcPr>
            <w:tcW w:w="96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2F1D" w:rsidRPr="000A2F1D" w:rsidRDefault="000A2F1D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b/>
                <w:sz w:val="24"/>
              </w:rPr>
            </w:pPr>
            <w:r w:rsidRPr="000A2F1D">
              <w:rPr>
                <w:rFonts w:asciiTheme="majorHAnsi" w:hAnsiTheme="majorHAnsi" w:cstheme="majorHAnsi"/>
                <w:b/>
                <w:sz w:val="24"/>
              </w:rPr>
              <w:t>Je me rendrai sur place à l’heure indiquée dans le tableau ci-dessus</w:t>
            </w:r>
          </w:p>
        </w:tc>
      </w:tr>
      <w:tr w:rsidR="00AC588C" w:rsidTr="000A2F1D"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88C" w:rsidRDefault="009A5B71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Signature </w:t>
            </w:r>
            <w:r w:rsidR="007E423E">
              <w:rPr>
                <w:rFonts w:asciiTheme="majorHAnsi" w:hAnsiTheme="majorHAnsi" w:cstheme="majorHAnsi"/>
                <w:sz w:val="24"/>
              </w:rPr>
              <w:t>des parents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88C" w:rsidRDefault="009A5B71" w:rsidP="00AC588C">
            <w:pPr>
              <w:tabs>
                <w:tab w:val="left" w:pos="7938"/>
              </w:tabs>
              <w:spacing w:before="60" w:after="60"/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Signature de l’élève</w:t>
            </w:r>
          </w:p>
        </w:tc>
      </w:tr>
    </w:tbl>
    <w:p w:rsidR="009431AE" w:rsidRPr="00875C23" w:rsidRDefault="009431AE" w:rsidP="005F5D2E">
      <w:pPr>
        <w:spacing w:before="60" w:after="60"/>
        <w:ind w:right="1841"/>
        <w:rPr>
          <w:rFonts w:asciiTheme="majorHAnsi" w:hAnsiTheme="majorHAnsi" w:cstheme="majorHAnsi"/>
          <w:sz w:val="24"/>
        </w:rPr>
      </w:pPr>
    </w:p>
    <w:sectPr w:rsidR="009431AE" w:rsidRPr="00875C23" w:rsidSect="007E423E">
      <w:headerReference w:type="default" r:id="rId10"/>
      <w:footerReference w:type="default" r:id="rId11"/>
      <w:pgSz w:w="11906" w:h="16838" w:code="9"/>
      <w:pgMar w:top="3686" w:right="851" w:bottom="851" w:left="851" w:header="425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29E" w:rsidRDefault="0073429E">
      <w:r>
        <w:separator/>
      </w:r>
    </w:p>
  </w:endnote>
  <w:endnote w:type="continuationSeparator" w:id="0">
    <w:p w:rsidR="0073429E" w:rsidRDefault="0073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662" w:rsidRDefault="00912662" w:rsidP="005F5D2E">
    <w:pPr>
      <w:pStyle w:val="Pieddepage"/>
    </w:pPr>
  </w:p>
  <w:p w:rsidR="005F5D2E" w:rsidRPr="005F5D2E" w:rsidRDefault="005F5D2E" w:rsidP="005F5D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29E" w:rsidRDefault="0073429E">
      <w:r>
        <w:separator/>
      </w:r>
    </w:p>
  </w:footnote>
  <w:footnote w:type="continuationSeparator" w:id="0">
    <w:p w:rsidR="0073429E" w:rsidRDefault="00734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662" w:rsidRPr="00C320E0" w:rsidRDefault="00912662" w:rsidP="009A5B71">
    <w:pPr>
      <w:tabs>
        <w:tab w:val="left" w:pos="5580"/>
      </w:tabs>
      <w:ind w:right="6943"/>
      <w:jc w:val="center"/>
      <w:rPr>
        <w:rFonts w:ascii="Arial" w:hAnsi="Arial" w:cs="Arial"/>
        <w:smallCaps/>
        <w:szCs w:val="16"/>
      </w:rPr>
    </w:pPr>
    <w:r>
      <w:rPr>
        <w:rFonts w:ascii="Arial" w:hAnsi="Arial" w:cs="Arial"/>
        <w:smallCaps/>
        <w:szCs w:val="16"/>
      </w:rPr>
      <w:t>République F</w:t>
    </w:r>
    <w:r w:rsidRPr="00C320E0">
      <w:rPr>
        <w:rFonts w:ascii="Arial" w:hAnsi="Arial" w:cs="Arial"/>
        <w:smallCaps/>
        <w:szCs w:val="16"/>
      </w:rPr>
      <w:t>rançaise</w:t>
    </w:r>
  </w:p>
  <w:p w:rsidR="00912662" w:rsidRPr="00C320E0" w:rsidRDefault="00D6497E" w:rsidP="007534D7">
    <w:pPr>
      <w:ind w:left="-720" w:right="6093"/>
      <w:jc w:val="center"/>
      <w:rPr>
        <w:rFonts w:ascii="Arial" w:hAnsi="Arial" w:cs="Arial"/>
        <w:sz w:val="18"/>
        <w:szCs w:val="14"/>
      </w:rPr>
    </w:pPr>
    <w:r>
      <w:rPr>
        <w:rFonts w:ascii="Arial" w:hAnsi="Arial" w:cs="Arial"/>
        <w:noProof/>
        <w:sz w:val="18"/>
        <w:szCs w:val="14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5454015</wp:posOffset>
          </wp:positionH>
          <wp:positionV relativeFrom="paragraph">
            <wp:posOffset>12700</wp:posOffset>
          </wp:positionV>
          <wp:extent cx="1250950" cy="1250950"/>
          <wp:effectExtent l="0" t="0" r="6350" b="6350"/>
          <wp:wrapNone/>
          <wp:docPr id="196" name="Imag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tampon passeport citoyen 200p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0950" cy="1250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662">
      <w:rPr>
        <w:rFonts w:ascii="Arial" w:hAnsi="Arial" w:cs="Arial"/>
        <w:noProof/>
        <w:sz w:val="18"/>
        <w:szCs w:val="14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880745</wp:posOffset>
          </wp:positionH>
          <wp:positionV relativeFrom="paragraph">
            <wp:posOffset>107950</wp:posOffset>
          </wp:positionV>
          <wp:extent cx="467995" cy="35560"/>
          <wp:effectExtent l="0" t="0" r="8255" b="2540"/>
          <wp:wrapNone/>
          <wp:docPr id="197" name="Image 19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eu blanc roug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35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2662" w:rsidRDefault="00912662" w:rsidP="002D342E">
    <w:pPr>
      <w:ind w:left="-720" w:right="6834"/>
      <w:jc w:val="center"/>
      <w:rPr>
        <w:rFonts w:ascii="Arial" w:hAnsi="Arial" w:cs="Arial"/>
        <w:spacing w:val="-6"/>
        <w:sz w:val="16"/>
        <w:szCs w:val="12"/>
      </w:rPr>
    </w:pPr>
  </w:p>
  <w:p w:rsidR="00912662" w:rsidRPr="006368AD" w:rsidRDefault="00912662" w:rsidP="007534D7">
    <w:pPr>
      <w:ind w:left="-720" w:right="6093"/>
      <w:jc w:val="center"/>
      <w:rPr>
        <w:rFonts w:ascii="Arial" w:hAnsi="Arial" w:cs="Arial"/>
        <w:bCs/>
        <w:spacing w:val="-6"/>
        <w:szCs w:val="22"/>
      </w:rPr>
    </w:pPr>
    <w:r w:rsidRPr="006368AD">
      <w:rPr>
        <w:rFonts w:ascii="Arial" w:hAnsi="Arial" w:cs="Arial"/>
        <w:bCs/>
        <w:spacing w:val="-6"/>
        <w:szCs w:val="22"/>
      </w:rPr>
      <w:t>Département du Bas-Rhin</w:t>
    </w:r>
  </w:p>
  <w:p w:rsidR="00912662" w:rsidRPr="006368AD" w:rsidRDefault="00D6497E" w:rsidP="007534D7">
    <w:pPr>
      <w:spacing w:before="240"/>
      <w:ind w:left="-720" w:right="6093"/>
      <w:jc w:val="center"/>
      <w:rPr>
        <w:rFonts w:ascii="Arial" w:hAnsi="Arial" w:cs="Arial"/>
        <w:b/>
        <w:bCs/>
        <w:spacing w:val="-6"/>
        <w:sz w:val="24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3050540</wp:posOffset>
              </wp:positionH>
              <wp:positionV relativeFrom="paragraph">
                <wp:posOffset>94615</wp:posOffset>
              </wp:positionV>
              <wp:extent cx="1638300" cy="1404620"/>
              <wp:effectExtent l="0" t="0" r="19050" b="13335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497E" w:rsidRPr="00D6497E" w:rsidRDefault="00D6497E" w:rsidP="00D6497E">
                          <w:pPr>
                            <w:jc w:val="center"/>
                            <w:rPr>
                              <w:rFonts w:asciiTheme="majorHAnsi" w:hAnsiTheme="majorHAnsi" w:cstheme="majorHAnsi"/>
                              <w:sz w:val="32"/>
                            </w:rPr>
                          </w:pPr>
                          <w:r w:rsidRPr="00D6497E">
                            <w:rPr>
                              <w:rFonts w:asciiTheme="majorHAnsi" w:hAnsiTheme="majorHAnsi" w:cstheme="majorHAnsi"/>
                              <w:sz w:val="32"/>
                            </w:rPr>
                            <w:t>A l’attention des élèves de CM1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240.2pt;margin-top:7.45pt;width:129pt;height:110.6pt;z-index:251661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">
              <v:textbox style="mso-fit-shape-to-text:t">
                <w:txbxContent>
                  <w:p w:rsidR="00D6497E" w:rsidRPr="00D6497E" w:rsidRDefault="00D6497E" w:rsidP="00D6497E">
                    <w:pPr>
                      <w:jc w:val="center"/>
                      <w:rPr>
                        <w:rFonts w:asciiTheme="majorHAnsi" w:hAnsiTheme="majorHAnsi" w:cstheme="majorHAnsi"/>
                        <w:sz w:val="32"/>
                      </w:rPr>
                    </w:pPr>
                    <w:r w:rsidRPr="00D6497E">
                      <w:rPr>
                        <w:rFonts w:asciiTheme="majorHAnsi" w:hAnsiTheme="majorHAnsi" w:cstheme="majorHAnsi"/>
                        <w:sz w:val="32"/>
                      </w:rPr>
                      <w:t>A l’attention des élèves de CM1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12662">
      <w:rPr>
        <w:rFonts w:ascii="Arial" w:hAnsi="Arial" w:cs="Arial"/>
        <w:b/>
        <w:bCs/>
        <w:spacing w:val="-6"/>
        <w:sz w:val="24"/>
        <w:szCs w:val="22"/>
      </w:rPr>
      <w:t xml:space="preserve">RPI de </w:t>
    </w:r>
    <w:r w:rsidR="00912662">
      <w:rPr>
        <w:rFonts w:ascii="Arial" w:hAnsi="Arial" w:cs="Arial"/>
        <w:b/>
        <w:bCs/>
        <w:spacing w:val="-6"/>
        <w:sz w:val="24"/>
        <w:szCs w:val="22"/>
      </w:rPr>
      <w:br/>
    </w:r>
    <w:proofErr w:type="spellStart"/>
    <w:r w:rsidR="00912662">
      <w:rPr>
        <w:rFonts w:ascii="Arial" w:hAnsi="Arial" w:cs="Arial"/>
        <w:b/>
        <w:bCs/>
        <w:spacing w:val="-6"/>
        <w:szCs w:val="22"/>
      </w:rPr>
      <w:t>XXXheim</w:t>
    </w:r>
    <w:proofErr w:type="spellEnd"/>
    <w:r w:rsidR="00912662">
      <w:rPr>
        <w:rFonts w:ascii="Arial" w:hAnsi="Arial" w:cs="Arial"/>
        <w:b/>
        <w:bCs/>
        <w:spacing w:val="-6"/>
        <w:szCs w:val="22"/>
      </w:rPr>
      <w:t xml:space="preserve"> / </w:t>
    </w:r>
    <w:proofErr w:type="spellStart"/>
    <w:r w:rsidR="00912662">
      <w:rPr>
        <w:rFonts w:ascii="Arial" w:hAnsi="Arial" w:cs="Arial"/>
        <w:b/>
        <w:bCs/>
        <w:spacing w:val="-6"/>
        <w:szCs w:val="22"/>
      </w:rPr>
      <w:t>YYYheim</w:t>
    </w:r>
    <w:proofErr w:type="spellEnd"/>
    <w:r w:rsidR="00912662">
      <w:rPr>
        <w:rFonts w:ascii="Arial" w:hAnsi="Arial" w:cs="Arial"/>
        <w:b/>
        <w:bCs/>
        <w:spacing w:val="-6"/>
        <w:szCs w:val="22"/>
      </w:rPr>
      <w:t xml:space="preserve"> / </w:t>
    </w:r>
    <w:proofErr w:type="spellStart"/>
    <w:r w:rsidR="00912662">
      <w:rPr>
        <w:rFonts w:ascii="Arial" w:hAnsi="Arial" w:cs="Arial"/>
        <w:b/>
        <w:bCs/>
        <w:spacing w:val="-6"/>
        <w:szCs w:val="22"/>
      </w:rPr>
      <w:t>ZZZwiller</w:t>
    </w:r>
    <w:proofErr w:type="spellEnd"/>
  </w:p>
  <w:p w:rsidR="00912662" w:rsidRPr="003A20C7" w:rsidRDefault="00912662" w:rsidP="002D342E">
    <w:pPr>
      <w:ind w:left="-720" w:right="6834"/>
      <w:jc w:val="center"/>
      <w:rPr>
        <w:sz w:val="18"/>
        <w:szCs w:val="22"/>
      </w:rPr>
    </w:pPr>
  </w:p>
  <w:p w:rsidR="00912662" w:rsidRDefault="00912662" w:rsidP="007534D7">
    <w:pPr>
      <w:pStyle w:val="En-tte"/>
      <w:ind w:left="-720" w:right="6235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6703" behindDoc="0" locked="0" layoutInCell="1" allowOverlap="1">
              <wp:simplePos x="0" y="0"/>
              <wp:positionH relativeFrom="page">
                <wp:posOffset>5657849</wp:posOffset>
              </wp:positionH>
              <wp:positionV relativeFrom="paragraph">
                <wp:posOffset>289560</wp:posOffset>
              </wp:positionV>
              <wp:extent cx="1901825" cy="361950"/>
              <wp:effectExtent l="0" t="0" r="3175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182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12662" w:rsidRPr="009A5B71" w:rsidRDefault="0073429E" w:rsidP="009A5B71">
                          <w:pPr>
                            <w:jc w:val="center"/>
                            <w:rPr>
                              <w:sz w:val="28"/>
                            </w:rPr>
                          </w:pPr>
                          <w:hyperlink r:id="rId3" w:history="1">
                            <w:r w:rsidR="00912662" w:rsidRPr="009A5B71">
                              <w:rPr>
                                <w:rStyle w:val="Lienhypertexte"/>
                                <w:rFonts w:ascii="Arial" w:hAnsi="Arial" w:cs="Arial"/>
                                <w:sz w:val="18"/>
                              </w:rPr>
                              <w:t>https://JeuneCitoyen.eu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445.5pt;margin-top:22.8pt;width:149.75pt;height:28.5pt;z-index:251656703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" stroked="f">
              <v:textbox>
                <w:txbxContent>
                  <w:p w:rsidR="00912662" w:rsidRPr="009A5B71" w:rsidRDefault="0073429E" w:rsidP="009A5B71">
                    <w:pPr>
                      <w:jc w:val="center"/>
                      <w:rPr>
                        <w:sz w:val="28"/>
                      </w:rPr>
                    </w:pPr>
                    <w:hyperlink r:id="rId4" w:history="1">
                      <w:r w:rsidR="00912662" w:rsidRPr="009A5B71">
                        <w:rPr>
                          <w:rStyle w:val="Lienhypertexte"/>
                          <w:rFonts w:ascii="Arial" w:hAnsi="Arial" w:cs="Arial"/>
                          <w:sz w:val="18"/>
                        </w:rPr>
                        <w:t>https://JeuneCitoyen.eu</w:t>
                      </w:r>
                    </w:hyperlink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inline distT="0" distB="0" distL="0" distR="0">
          <wp:extent cx="583200" cy="720000"/>
          <wp:effectExtent l="0" t="0" r="762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ason1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2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85672" cy="720000"/>
          <wp:effectExtent l="0" t="0" r="5080" b="444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ason2.jpg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67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566878" cy="720000"/>
          <wp:effectExtent l="0" t="0" r="5080" b="444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lason3.jpg"/>
                  <pic:cNvPicPr/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878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C32DD"/>
    <w:multiLevelType w:val="hybridMultilevel"/>
    <w:tmpl w:val="E7F2E7DC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EBA6B80"/>
    <w:multiLevelType w:val="hybridMultilevel"/>
    <w:tmpl w:val="B5726542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6F475311"/>
    <w:multiLevelType w:val="hybridMultilevel"/>
    <w:tmpl w:val="C7F0E774"/>
    <w:lvl w:ilvl="0" w:tplc="ABDC8B20">
      <w:numFmt w:val="bullet"/>
      <w:lvlText w:val="-"/>
      <w:lvlJc w:val="left"/>
      <w:pPr>
        <w:ind w:left="149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62535C7"/>
    <w:multiLevelType w:val="hybridMultilevel"/>
    <w:tmpl w:val="9B28D618"/>
    <w:lvl w:ilvl="0" w:tplc="040C000F">
      <w:start w:val="1"/>
      <w:numFmt w:val="decimal"/>
      <w:lvlText w:val="%1.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7CDB4114"/>
    <w:multiLevelType w:val="singleLevel"/>
    <w:tmpl w:val="040C0001"/>
    <w:lvl w:ilvl="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AE"/>
    <w:rsid w:val="00005F1B"/>
    <w:rsid w:val="0002525E"/>
    <w:rsid w:val="000401F2"/>
    <w:rsid w:val="00047580"/>
    <w:rsid w:val="0005383A"/>
    <w:rsid w:val="000552D5"/>
    <w:rsid w:val="00073E48"/>
    <w:rsid w:val="00086655"/>
    <w:rsid w:val="000A2F1D"/>
    <w:rsid w:val="000B1779"/>
    <w:rsid w:val="000B1913"/>
    <w:rsid w:val="000B506B"/>
    <w:rsid w:val="000D3182"/>
    <w:rsid w:val="000E71F3"/>
    <w:rsid w:val="00113E6F"/>
    <w:rsid w:val="00120600"/>
    <w:rsid w:val="00131A6E"/>
    <w:rsid w:val="0014773A"/>
    <w:rsid w:val="00166594"/>
    <w:rsid w:val="001B591C"/>
    <w:rsid w:val="001B7D37"/>
    <w:rsid w:val="001D30D4"/>
    <w:rsid w:val="00252247"/>
    <w:rsid w:val="00255962"/>
    <w:rsid w:val="002676B5"/>
    <w:rsid w:val="00273DBB"/>
    <w:rsid w:val="002B769A"/>
    <w:rsid w:val="002D342E"/>
    <w:rsid w:val="003053B8"/>
    <w:rsid w:val="00343FCC"/>
    <w:rsid w:val="00361CF0"/>
    <w:rsid w:val="00364339"/>
    <w:rsid w:val="003D28FB"/>
    <w:rsid w:val="003E1D48"/>
    <w:rsid w:val="004021E4"/>
    <w:rsid w:val="004342A0"/>
    <w:rsid w:val="00456176"/>
    <w:rsid w:val="00457271"/>
    <w:rsid w:val="00475E4B"/>
    <w:rsid w:val="004D0382"/>
    <w:rsid w:val="004D1167"/>
    <w:rsid w:val="004D7188"/>
    <w:rsid w:val="00533C62"/>
    <w:rsid w:val="00536FE9"/>
    <w:rsid w:val="0053761D"/>
    <w:rsid w:val="00570F72"/>
    <w:rsid w:val="005E5F29"/>
    <w:rsid w:val="005F35BD"/>
    <w:rsid w:val="005F5D2E"/>
    <w:rsid w:val="006216B4"/>
    <w:rsid w:val="00631CF4"/>
    <w:rsid w:val="006347D3"/>
    <w:rsid w:val="006368AD"/>
    <w:rsid w:val="006630F3"/>
    <w:rsid w:val="00677692"/>
    <w:rsid w:val="006B32FA"/>
    <w:rsid w:val="006B4163"/>
    <w:rsid w:val="006B4C57"/>
    <w:rsid w:val="006B59AE"/>
    <w:rsid w:val="00702AC7"/>
    <w:rsid w:val="00711312"/>
    <w:rsid w:val="0073429E"/>
    <w:rsid w:val="007471CC"/>
    <w:rsid w:val="007534D7"/>
    <w:rsid w:val="007635EB"/>
    <w:rsid w:val="007A711B"/>
    <w:rsid w:val="007C6706"/>
    <w:rsid w:val="007D40A8"/>
    <w:rsid w:val="007E423E"/>
    <w:rsid w:val="00822994"/>
    <w:rsid w:val="00840303"/>
    <w:rsid w:val="008415FD"/>
    <w:rsid w:val="00875C23"/>
    <w:rsid w:val="008D531C"/>
    <w:rsid w:val="008D5BE1"/>
    <w:rsid w:val="008F74ED"/>
    <w:rsid w:val="00912662"/>
    <w:rsid w:val="00912785"/>
    <w:rsid w:val="0093508B"/>
    <w:rsid w:val="009431AE"/>
    <w:rsid w:val="00952378"/>
    <w:rsid w:val="00955F49"/>
    <w:rsid w:val="00970670"/>
    <w:rsid w:val="009A5B71"/>
    <w:rsid w:val="009A6520"/>
    <w:rsid w:val="009B7ED7"/>
    <w:rsid w:val="009C2A7C"/>
    <w:rsid w:val="00A15771"/>
    <w:rsid w:val="00A7183B"/>
    <w:rsid w:val="00A82C04"/>
    <w:rsid w:val="00A9543D"/>
    <w:rsid w:val="00AC588C"/>
    <w:rsid w:val="00AC65E7"/>
    <w:rsid w:val="00B27C88"/>
    <w:rsid w:val="00B36379"/>
    <w:rsid w:val="00B54662"/>
    <w:rsid w:val="00BC12B8"/>
    <w:rsid w:val="00BE3CA0"/>
    <w:rsid w:val="00C07B9F"/>
    <w:rsid w:val="00C20054"/>
    <w:rsid w:val="00C45F1E"/>
    <w:rsid w:val="00C67AB0"/>
    <w:rsid w:val="00C95940"/>
    <w:rsid w:val="00CA5EC5"/>
    <w:rsid w:val="00CE6AF4"/>
    <w:rsid w:val="00CF61FB"/>
    <w:rsid w:val="00D6497E"/>
    <w:rsid w:val="00D77ADC"/>
    <w:rsid w:val="00DA3FD8"/>
    <w:rsid w:val="00DB227F"/>
    <w:rsid w:val="00DD0D54"/>
    <w:rsid w:val="00DD63B8"/>
    <w:rsid w:val="00DF2AAF"/>
    <w:rsid w:val="00E061C1"/>
    <w:rsid w:val="00E135D0"/>
    <w:rsid w:val="00E35806"/>
    <w:rsid w:val="00E62D0B"/>
    <w:rsid w:val="00E92515"/>
    <w:rsid w:val="00E951AD"/>
    <w:rsid w:val="00EC2CB7"/>
    <w:rsid w:val="00EC6A15"/>
    <w:rsid w:val="00ED676E"/>
    <w:rsid w:val="00EF0B38"/>
    <w:rsid w:val="00F073FC"/>
    <w:rsid w:val="00F507F2"/>
    <w:rsid w:val="00F71D65"/>
    <w:rsid w:val="00FB3BEB"/>
    <w:rsid w:val="00FB68FC"/>
    <w:rsid w:val="00FC4136"/>
    <w:rsid w:val="00FC5F56"/>
    <w:rsid w:val="00FD27A8"/>
    <w:rsid w:val="00FF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C618DD"/>
  <w15:docId w15:val="{C7B61834-C987-40EA-A413-BDFE7F66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60" w:after="60"/>
      <w:ind w:left="284" w:firstLine="851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spacing w:before="60" w:after="60"/>
      <w:ind w:left="284" w:firstLine="851"/>
      <w:jc w:val="center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120"/>
      <w:ind w:left="5387" w:right="-567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spacing w:before="60" w:after="60"/>
      <w:ind w:left="3969" w:right="-144"/>
      <w:jc w:val="center"/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60" w:after="60"/>
      <w:ind w:left="284" w:firstLine="567"/>
      <w:jc w:val="both"/>
      <w:outlineLvl w:val="4"/>
    </w:pPr>
    <w:rPr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spacing w:before="60"/>
      <w:ind w:left="3969" w:right="-142"/>
      <w:outlineLvl w:val="5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spacing w:before="60" w:after="60"/>
      <w:ind w:left="284" w:firstLine="851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BE3CA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475E4B"/>
  </w:style>
  <w:style w:type="character" w:styleId="Lienhypertexte">
    <w:name w:val="Hyperlink"/>
    <w:basedOn w:val="Policepardfaut"/>
    <w:unhideWhenUsed/>
    <w:rsid w:val="007534D7"/>
    <w:rPr>
      <w:color w:val="0563C1" w:themeColor="hyperlink"/>
      <w:u w:val="single"/>
    </w:rPr>
  </w:style>
  <w:style w:type="table" w:styleId="Grilledutableau">
    <w:name w:val="Table Grid"/>
    <w:basedOn w:val="TableauNormal"/>
    <w:rsid w:val="00EC2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JeuneCitoyen.eu" TargetMode="External"/><Relationship Id="rId7" Type="http://schemas.openxmlformats.org/officeDocument/2006/relationships/image" Target="media/image7.jpe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4" Type="http://schemas.openxmlformats.org/officeDocument/2006/relationships/hyperlink" Target="https://JeuneCitoyen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AMH-R&#233;unions-d&#233;lib-contrat\Convoc%20R&#233;union%20CM%2007-02-2002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B0B72-2BD4-4C4E-8B4F-FAE54C0A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Convoc Réunion CM 07-02-2002.dot</Template>
  <TotalTime>107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09 août 1999</vt:lpstr>
    </vt:vector>
  </TitlesOfParts>
  <Company>FURDENHEIM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 août 1999</dc:title>
  <dc:creator>Mairie</dc:creator>
  <cp:lastModifiedBy>HERRMANN marc</cp:lastModifiedBy>
  <cp:revision>7</cp:revision>
  <cp:lastPrinted>2014-05-20T14:23:00Z</cp:lastPrinted>
  <dcterms:created xsi:type="dcterms:W3CDTF">2019-11-29T09:48:00Z</dcterms:created>
  <dcterms:modified xsi:type="dcterms:W3CDTF">2019-12-02T16:47:00Z</dcterms:modified>
</cp:coreProperties>
</file>